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3D" w:rsidRDefault="005A1BD1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for English 1</w:t>
      </w:r>
    </w:p>
    <w:p w:rsidR="005A1BD1" w:rsidRDefault="005A1BD1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Standards:</w:t>
      </w:r>
    </w:p>
    <w:p w:rsidR="005A1BD1" w:rsidRDefault="005A1BD1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-Speaking and Listening</w:t>
      </w:r>
      <w:r w:rsidR="003D7448">
        <w:rPr>
          <w:rFonts w:ascii="Times New Roman" w:hAnsi="Times New Roman" w:cs="Times New Roman"/>
          <w:sz w:val="24"/>
          <w:szCs w:val="24"/>
        </w:rPr>
        <w:t>:  Identify information from diverse media to make a personal choice and select multimedia components for presentation.</w:t>
      </w:r>
    </w:p>
    <w:p w:rsidR="005A1BD1" w:rsidRDefault="005A1BD1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448">
        <w:rPr>
          <w:rFonts w:ascii="Times New Roman" w:hAnsi="Times New Roman" w:cs="Times New Roman"/>
          <w:sz w:val="24"/>
          <w:szCs w:val="24"/>
        </w:rPr>
        <w:t>Key ideas and details:  Sequence main events</w:t>
      </w:r>
    </w:p>
    <w:p w:rsidR="005A1BD1" w:rsidRDefault="005A1BD1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lesson will take place over five class periods.  Students will be placed in three groups.  E</w:t>
      </w:r>
      <w:r w:rsidR="00F35410">
        <w:rPr>
          <w:rFonts w:ascii="Times New Roman" w:hAnsi="Times New Roman" w:cs="Times New Roman"/>
          <w:sz w:val="24"/>
          <w:szCs w:val="24"/>
        </w:rPr>
        <w:t xml:space="preserve">ach group will be given one of the Caldecott Books; Extra Yarn, Creepy Carrots, and </w:t>
      </w:r>
      <w:r w:rsidR="00551265">
        <w:rPr>
          <w:rFonts w:ascii="Times New Roman" w:hAnsi="Times New Roman" w:cs="Times New Roman"/>
          <w:sz w:val="24"/>
          <w:szCs w:val="24"/>
        </w:rPr>
        <w:t xml:space="preserve">That </w:t>
      </w:r>
      <w:proofErr w:type="gramStart"/>
      <w:r w:rsidR="00551265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551265">
        <w:rPr>
          <w:rFonts w:ascii="Times New Roman" w:hAnsi="Times New Roman" w:cs="Times New Roman"/>
          <w:sz w:val="24"/>
          <w:szCs w:val="24"/>
        </w:rPr>
        <w:t xml:space="preserve"> </w:t>
      </w:r>
      <w:r w:rsidR="00F35410">
        <w:rPr>
          <w:rFonts w:ascii="Times New Roman" w:hAnsi="Times New Roman" w:cs="Times New Roman"/>
          <w:sz w:val="24"/>
          <w:szCs w:val="24"/>
        </w:rPr>
        <w:t>Not My Hat.</w:t>
      </w:r>
    </w:p>
    <w:p w:rsidR="00F35410" w:rsidRDefault="00551265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in e</w:t>
      </w:r>
      <w:r w:rsidR="003D7448">
        <w:rPr>
          <w:rFonts w:ascii="Times New Roman" w:hAnsi="Times New Roman" w:cs="Times New Roman"/>
          <w:sz w:val="24"/>
          <w:szCs w:val="24"/>
        </w:rPr>
        <w:t>ach group will read</w:t>
      </w:r>
      <w:r>
        <w:rPr>
          <w:rFonts w:ascii="Times New Roman" w:hAnsi="Times New Roman" w:cs="Times New Roman"/>
          <w:sz w:val="24"/>
          <w:szCs w:val="24"/>
        </w:rPr>
        <w:t xml:space="preserve"> the book assigned to their group aloud.</w:t>
      </w:r>
      <w:r w:rsidR="003D7448">
        <w:rPr>
          <w:rFonts w:ascii="Times New Roman" w:hAnsi="Times New Roman" w:cs="Times New Roman"/>
          <w:sz w:val="24"/>
          <w:szCs w:val="24"/>
        </w:rPr>
        <w:t xml:space="preserve">  Students will be given a graphic organizer so they make take notes on what they feel is important throughout the story.  </w:t>
      </w:r>
    </w:p>
    <w:p w:rsidR="003D7448" w:rsidRDefault="003D7448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the graphic organizer, students will get on the computer and using the Moviemaker program, they will construct a movie trailer with music that portrays the important events.  </w:t>
      </w:r>
    </w:p>
    <w:p w:rsidR="003D7448" w:rsidRPr="005A1BD1" w:rsidRDefault="003D7448" w:rsidP="005A1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then present their trailer and explain to the class what they learned and if they would recommend the book.  </w:t>
      </w:r>
      <w:bookmarkStart w:id="0" w:name="_GoBack"/>
      <w:bookmarkEnd w:id="0"/>
    </w:p>
    <w:sectPr w:rsidR="003D7448" w:rsidRPr="005A1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D1"/>
    <w:rsid w:val="003D7448"/>
    <w:rsid w:val="004D453D"/>
    <w:rsid w:val="00551265"/>
    <w:rsid w:val="005A1BD1"/>
    <w:rsid w:val="00F3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27A4F2AF</Template>
  <TotalTime>49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2014-02-27T15:11:00Z</dcterms:created>
  <dcterms:modified xsi:type="dcterms:W3CDTF">2014-02-27T16:00:00Z</dcterms:modified>
</cp:coreProperties>
</file>